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39A64079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4F2310">
        <w:rPr>
          <w:lang w:eastAsia="cs-CZ"/>
        </w:rPr>
        <w:t>4</w:t>
      </w:r>
      <w:bookmarkStart w:id="0" w:name="_GoBack"/>
      <w:bookmarkEnd w:id="0"/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608BCF9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23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23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8E0BD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148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4FD5FF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23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23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0DDF1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53485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2310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277D2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3EDE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C02AE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361D84"/>
  <w14:defaultImageDpi w14:val="32767"/>
  <w15:docId w15:val="{0DBCF9BD-3852-4A32-ADA0-825A21A5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E9BDE7-32EE-4E52-B891-AE7368C8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10</cp:revision>
  <cp:lastPrinted>2021-04-30T09:50:00Z</cp:lastPrinted>
  <dcterms:created xsi:type="dcterms:W3CDTF">2020-11-18T18:18:00Z</dcterms:created>
  <dcterms:modified xsi:type="dcterms:W3CDTF">2022-01-26T13:24:00Z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